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67" w:rsidRPr="00253340" w:rsidRDefault="007D7E67" w:rsidP="00071A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r w:rsidRPr="00253340">
        <w:rPr>
          <w:rFonts w:ascii="Times New Roman" w:hAnsi="Times New Roman"/>
          <w:b/>
          <w:sz w:val="28"/>
          <w:szCs w:val="28"/>
          <w:lang w:eastAsia="ru-RU"/>
        </w:rPr>
        <w:t>О преимуществах получения государственных и муниципальных услуг в электронной форме</w:t>
      </w:r>
    </w:p>
    <w:bookmarkEnd w:id="0"/>
    <w:p w:rsidR="007D7E67" w:rsidRPr="00071A59" w:rsidRDefault="007D7E67" w:rsidP="00071A5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4C1B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1" style="width:506.25pt;height:630.75pt;visibility:visible">
            <v:imagedata r:id="rId4" o:title=""/>
          </v:shape>
        </w:pict>
      </w:r>
    </w:p>
    <w:p w:rsidR="007D7E67" w:rsidRPr="00071A59" w:rsidRDefault="007D7E67" w:rsidP="00071A5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4C1B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2" o:spid="_x0000_i1026" type="#_x0000_t75" alt="2" style="width:498.75pt;height:231pt;visibility:visible">
            <v:imagedata r:id="rId5" o:title=""/>
          </v:shape>
        </w:pict>
      </w:r>
    </w:p>
    <w:p w:rsidR="007D7E67" w:rsidRPr="00071A59" w:rsidRDefault="007D7E67" w:rsidP="00071A5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B44C1B">
        <w:rPr>
          <w:rFonts w:ascii="Times New Roman" w:hAnsi="Times New Roman"/>
          <w:noProof/>
          <w:sz w:val="24"/>
          <w:szCs w:val="24"/>
          <w:lang w:eastAsia="ru-RU"/>
        </w:rPr>
        <w:pict>
          <v:shape id="Рисунок 3" o:spid="_x0000_i1027" type="#_x0000_t75" alt="Изображение 1" style="width:390pt;height:244.5pt;visibility:visible">
            <v:imagedata r:id="rId6" o:title=""/>
          </v:shape>
        </w:pict>
      </w:r>
    </w:p>
    <w:p w:rsidR="007D7E67" w:rsidRDefault="007D7E67"/>
    <w:sectPr w:rsidR="007D7E67" w:rsidSect="00C47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A59"/>
    <w:rsid w:val="00071A59"/>
    <w:rsid w:val="00253340"/>
    <w:rsid w:val="007D7E67"/>
    <w:rsid w:val="00A03821"/>
    <w:rsid w:val="00B44C1B"/>
    <w:rsid w:val="00C47361"/>
    <w:rsid w:val="00D23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3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71A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71A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13</Words>
  <Characters>78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2</cp:revision>
  <dcterms:created xsi:type="dcterms:W3CDTF">2016-07-15T17:51:00Z</dcterms:created>
  <dcterms:modified xsi:type="dcterms:W3CDTF">2016-08-03T10:39:00Z</dcterms:modified>
</cp:coreProperties>
</file>