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C3" w:rsidRPr="003F019A" w:rsidRDefault="00B952C3" w:rsidP="00E869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F019A">
        <w:rPr>
          <w:rFonts w:ascii="Times New Roman" w:hAnsi="Times New Roman"/>
          <w:b/>
          <w:sz w:val="28"/>
          <w:szCs w:val="28"/>
          <w:lang w:eastAsia="ru-RU"/>
        </w:rPr>
        <w:t>Что такое «Электронные услуги»</w:t>
      </w:r>
    </w:p>
    <w:p w:rsidR="00B952C3" w:rsidRPr="00E869EE" w:rsidRDefault="00B952C3" w:rsidP="00E869E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869EE">
        <w:rPr>
          <w:rFonts w:ascii="Times New Roman" w:hAnsi="Times New Roman"/>
          <w:sz w:val="24"/>
          <w:szCs w:val="24"/>
          <w:lang w:eastAsia="ru-RU"/>
        </w:rPr>
        <w:t> </w:t>
      </w:r>
    </w:p>
    <w:p w:rsidR="00B952C3" w:rsidRPr="00E869EE" w:rsidRDefault="00B952C3" w:rsidP="00E869E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185BF9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1" style="width:93.75pt;height:93.75pt;visibility:visible">
            <v:imagedata r:id="rId4" o:title=""/>
          </v:shape>
        </w:pict>
      </w:r>
      <w:r w:rsidRPr="00E869EE">
        <w:rPr>
          <w:rFonts w:ascii="Times New Roman" w:hAnsi="Times New Roman"/>
          <w:sz w:val="24"/>
          <w:szCs w:val="24"/>
          <w:lang w:eastAsia="ru-RU"/>
        </w:rPr>
        <w:t>Под электронными услугами понимается такая организация взаимодействия между органами власти и населением, при которой подача заявления и необходимых документов для получения услуги осуществляется в электронном виде через Интернет. По итогам принятия решения заявителю может предоставляться результат в форме электронного документа</w:t>
      </w:r>
    </w:p>
    <w:p w:rsidR="00B952C3" w:rsidRDefault="00B952C3">
      <w:bookmarkStart w:id="0" w:name="_GoBack"/>
      <w:bookmarkEnd w:id="0"/>
    </w:p>
    <w:sectPr w:rsidR="00B952C3" w:rsidSect="00087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69EE"/>
    <w:rsid w:val="000871D4"/>
    <w:rsid w:val="00133D34"/>
    <w:rsid w:val="00185BF9"/>
    <w:rsid w:val="003F019A"/>
    <w:rsid w:val="00B952C3"/>
    <w:rsid w:val="00C2459E"/>
    <w:rsid w:val="00E86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1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86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69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505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54</Words>
  <Characters>312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</cp:revision>
  <dcterms:created xsi:type="dcterms:W3CDTF">2016-07-15T17:49:00Z</dcterms:created>
  <dcterms:modified xsi:type="dcterms:W3CDTF">2016-08-03T10:38:00Z</dcterms:modified>
</cp:coreProperties>
</file>